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92F04" w14:textId="3904DB9F" w:rsidR="00A02C6F" w:rsidRDefault="00A02C6F" w:rsidP="00A02C6F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辽宁师范大学</w:t>
      </w:r>
      <w:r w:rsidR="003D0CC2">
        <w:rPr>
          <w:rFonts w:ascii="黑体" w:eastAsia="黑体" w:hAnsi="黑体" w:hint="eastAsia"/>
          <w:sz w:val="30"/>
          <w:szCs w:val="30"/>
        </w:rPr>
        <w:t>2</w:t>
      </w:r>
      <w:r w:rsidR="003D0CC2">
        <w:rPr>
          <w:rFonts w:ascii="黑体" w:eastAsia="黑体" w:hAnsi="黑体"/>
          <w:sz w:val="30"/>
          <w:szCs w:val="30"/>
        </w:rPr>
        <w:t>024</w:t>
      </w:r>
      <w:r w:rsidR="003D0CC2">
        <w:rPr>
          <w:rFonts w:ascii="黑体" w:eastAsia="黑体" w:hAnsi="黑体" w:hint="eastAsia"/>
          <w:sz w:val="30"/>
          <w:szCs w:val="30"/>
        </w:rPr>
        <w:t>年</w:t>
      </w:r>
      <w:r>
        <w:rPr>
          <w:rFonts w:ascii="黑体" w:eastAsia="黑体" w:hAnsi="黑体" w:hint="eastAsia"/>
          <w:sz w:val="30"/>
          <w:szCs w:val="30"/>
        </w:rPr>
        <w:t>博士研究生全日制非定向脱产学习承诺书</w:t>
      </w:r>
    </w:p>
    <w:p w14:paraId="1EECCC70" w14:textId="2866A23B" w:rsidR="00A02C6F" w:rsidRDefault="005D2CB3" w:rsidP="00A02C6F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（应届硕士毕业生填写）</w:t>
      </w:r>
    </w:p>
    <w:p w14:paraId="28C6DABC" w14:textId="787AFBD3" w:rsidR="00A02C6F" w:rsidRDefault="00A02C6F" w:rsidP="00B4622A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本人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  </w:t>
      </w:r>
      <w:r>
        <w:rPr>
          <w:rFonts w:asciiTheme="minorEastAsia" w:hAnsiTheme="minorEastAsia" w:hint="eastAsia"/>
          <w:sz w:val="24"/>
          <w:szCs w:val="24"/>
        </w:rPr>
        <w:t>（姓名）是应届硕士毕业生</w:t>
      </w:r>
      <w:r w:rsidR="0025284C">
        <w:rPr>
          <w:rFonts w:asciiTheme="minorEastAsia" w:hAnsiTheme="minorEastAsia" w:hint="eastAsia"/>
          <w:sz w:val="24"/>
          <w:szCs w:val="24"/>
        </w:rPr>
        <w:t>，身份证号：</w:t>
      </w:r>
      <w:r w:rsidR="0025284C">
        <w:rPr>
          <w:rFonts w:asciiTheme="minorEastAsia" w:hAnsiTheme="minorEastAsia" w:hint="eastAsia"/>
          <w:sz w:val="24"/>
          <w:szCs w:val="24"/>
          <w:u w:val="single"/>
        </w:rPr>
        <w:t xml:space="preserve">                </w:t>
      </w:r>
      <w:r w:rsidR="00E34F08">
        <w:rPr>
          <w:rFonts w:asciiTheme="minorEastAsia" w:hAnsiTheme="minorEastAsia"/>
          <w:sz w:val="24"/>
          <w:szCs w:val="24"/>
          <w:u w:val="single"/>
        </w:rPr>
        <w:t xml:space="preserve">     </w:t>
      </w:r>
      <w:r>
        <w:rPr>
          <w:rFonts w:asciiTheme="minorEastAsia" w:hAnsiTheme="minorEastAsia" w:hint="eastAsia"/>
          <w:sz w:val="24"/>
          <w:szCs w:val="24"/>
        </w:rPr>
        <w:t>，</w:t>
      </w:r>
      <w:r w:rsidR="00B4622A">
        <w:rPr>
          <w:rFonts w:asciiTheme="minorEastAsia" w:hAnsiTheme="minorEastAsia" w:hint="eastAsia"/>
          <w:sz w:val="24"/>
          <w:szCs w:val="24"/>
        </w:rPr>
        <w:t>报考学院</w:t>
      </w:r>
      <w:r w:rsidR="00DF7866">
        <w:rPr>
          <w:rFonts w:asciiTheme="minorEastAsia" w:hAnsiTheme="minorEastAsia" w:hint="eastAsia"/>
          <w:sz w:val="24"/>
          <w:szCs w:val="24"/>
        </w:rPr>
        <w:t>：</w:t>
      </w:r>
      <w:r w:rsidR="00B4622A">
        <w:rPr>
          <w:rFonts w:asciiTheme="minorEastAsia" w:hAnsiTheme="minorEastAsia" w:hint="eastAsia"/>
          <w:sz w:val="24"/>
          <w:szCs w:val="24"/>
        </w:rPr>
        <w:t>_</w:t>
      </w:r>
      <w:r w:rsidR="00B4622A">
        <w:rPr>
          <w:rFonts w:asciiTheme="minorEastAsia" w:hAnsiTheme="minorEastAsia"/>
          <w:sz w:val="24"/>
          <w:szCs w:val="24"/>
        </w:rPr>
        <w:t>______________</w:t>
      </w:r>
      <w:r w:rsidR="00B4622A">
        <w:rPr>
          <w:rFonts w:asciiTheme="minorEastAsia" w:hAnsiTheme="minorEastAsia" w:hint="eastAsia"/>
          <w:sz w:val="24"/>
          <w:szCs w:val="24"/>
        </w:rPr>
        <w:t>，报考专业</w:t>
      </w:r>
      <w:r w:rsidR="00DF7866">
        <w:rPr>
          <w:rFonts w:asciiTheme="minorEastAsia" w:hAnsiTheme="minorEastAsia" w:hint="eastAsia"/>
          <w:sz w:val="24"/>
          <w:szCs w:val="24"/>
        </w:rPr>
        <w:t>：</w:t>
      </w:r>
      <w:r w:rsidR="00B4622A">
        <w:rPr>
          <w:rFonts w:asciiTheme="minorEastAsia" w:hAnsiTheme="minorEastAsia" w:hint="eastAsia"/>
          <w:sz w:val="24"/>
          <w:szCs w:val="24"/>
        </w:rPr>
        <w:t>_</w:t>
      </w:r>
      <w:r w:rsidR="00B4622A">
        <w:rPr>
          <w:rFonts w:asciiTheme="minorEastAsia" w:hAnsiTheme="minorEastAsia"/>
          <w:sz w:val="24"/>
          <w:szCs w:val="24"/>
        </w:rPr>
        <w:t>______________</w:t>
      </w:r>
      <w:r w:rsidR="00B4622A">
        <w:rPr>
          <w:rFonts w:asciiTheme="minorEastAsia" w:hAnsiTheme="minorEastAsia" w:hint="eastAsia"/>
          <w:sz w:val="24"/>
          <w:szCs w:val="24"/>
        </w:rPr>
        <w:t>。</w:t>
      </w:r>
      <w:r w:rsidR="00B4622A">
        <w:rPr>
          <w:rFonts w:asciiTheme="minorEastAsia" w:hAnsiTheme="minorEastAsia" w:hint="eastAsia"/>
          <w:sz w:val="24"/>
          <w:szCs w:val="24"/>
        </w:rPr>
        <w:t>本人承诺，自愿报</w:t>
      </w:r>
      <w:r w:rsidR="00B4622A" w:rsidRPr="003D0CC2">
        <w:rPr>
          <w:rFonts w:asciiTheme="minorEastAsia" w:hAnsiTheme="minorEastAsia" w:hint="eastAsia"/>
          <w:sz w:val="24"/>
          <w:szCs w:val="24"/>
        </w:rPr>
        <w:t>考</w:t>
      </w:r>
      <w:r w:rsidR="003D0CC2" w:rsidRPr="003D0CC2">
        <w:rPr>
          <w:rFonts w:asciiTheme="minorEastAsia" w:hAnsiTheme="minorEastAsia"/>
          <w:sz w:val="24"/>
          <w:szCs w:val="24"/>
        </w:rPr>
        <w:t>2024</w:t>
      </w:r>
      <w:r w:rsidR="00B4622A">
        <w:rPr>
          <w:rFonts w:asciiTheme="minorEastAsia" w:hAnsiTheme="minorEastAsia" w:hint="eastAsia"/>
          <w:sz w:val="24"/>
          <w:szCs w:val="24"/>
        </w:rPr>
        <w:t>年辽宁师范大学</w:t>
      </w:r>
      <w:r w:rsidR="00B4622A">
        <w:rPr>
          <w:rFonts w:asciiTheme="minorEastAsia" w:hAnsiTheme="minorEastAsia" w:hint="eastAsia"/>
          <w:sz w:val="24"/>
          <w:szCs w:val="24"/>
        </w:rPr>
        <w:t>博士研究生，</w:t>
      </w:r>
      <w:r w:rsidR="00D00932">
        <w:rPr>
          <w:rFonts w:asciiTheme="minorEastAsia" w:hAnsiTheme="minorEastAsia" w:hint="eastAsia"/>
          <w:sz w:val="24"/>
          <w:szCs w:val="24"/>
        </w:rPr>
        <w:t>并</w:t>
      </w:r>
      <w:r w:rsidR="00B4622A">
        <w:rPr>
          <w:rFonts w:asciiTheme="minorEastAsia" w:hAnsiTheme="minorEastAsia" w:hint="eastAsia"/>
          <w:sz w:val="24"/>
          <w:szCs w:val="24"/>
        </w:rPr>
        <w:t>以全日制非定向全脱产在校学习的方式攻读该博士学位</w:t>
      </w:r>
      <w:r>
        <w:rPr>
          <w:rFonts w:asciiTheme="minorEastAsia" w:hAnsiTheme="minorEastAsia" w:hint="eastAsia"/>
          <w:sz w:val="24"/>
          <w:szCs w:val="24"/>
        </w:rPr>
        <w:t>。若被录取，在入学前按学校规定的时间内将本人人事档案、人事关系转入辽宁师范大学</w:t>
      </w:r>
      <w:r w:rsidR="00155689">
        <w:rPr>
          <w:rFonts w:asciiTheme="minorEastAsia" w:hAnsiTheme="minorEastAsia" w:hint="eastAsia"/>
          <w:sz w:val="24"/>
          <w:szCs w:val="24"/>
        </w:rPr>
        <w:t>，并提交非在职证明或其他证明材料</w:t>
      </w:r>
      <w:r>
        <w:rPr>
          <w:rFonts w:asciiTheme="minorEastAsia" w:hAnsiTheme="minorEastAsia" w:hint="eastAsia"/>
          <w:sz w:val="24"/>
          <w:szCs w:val="24"/>
        </w:rPr>
        <w:t>。若因本人原因，无法满足上述条件</w:t>
      </w:r>
      <w:r w:rsidR="00C34B08">
        <w:rPr>
          <w:rFonts w:asciiTheme="minorEastAsia" w:hAnsiTheme="minorEastAsia" w:hint="eastAsia"/>
          <w:sz w:val="24"/>
          <w:szCs w:val="24"/>
        </w:rPr>
        <w:t>或在攻读</w:t>
      </w:r>
      <w:r w:rsidR="0068476D">
        <w:rPr>
          <w:rFonts w:asciiTheme="minorEastAsia" w:hAnsiTheme="minorEastAsia" w:hint="eastAsia"/>
          <w:sz w:val="24"/>
          <w:szCs w:val="24"/>
        </w:rPr>
        <w:t>博士学位期间</w:t>
      </w:r>
      <w:r w:rsidR="00C34B08">
        <w:rPr>
          <w:rFonts w:asciiTheme="minorEastAsia" w:hAnsiTheme="minorEastAsia" w:hint="eastAsia"/>
          <w:sz w:val="24"/>
          <w:szCs w:val="24"/>
        </w:rPr>
        <w:t>出现假脱产</w:t>
      </w:r>
      <w:r w:rsidR="00070981">
        <w:rPr>
          <w:rFonts w:asciiTheme="minorEastAsia" w:hAnsiTheme="minorEastAsia" w:hint="eastAsia"/>
          <w:sz w:val="24"/>
          <w:szCs w:val="24"/>
        </w:rPr>
        <w:t>，</w:t>
      </w:r>
      <w:r w:rsidR="00C34B08">
        <w:rPr>
          <w:rFonts w:asciiTheme="minorEastAsia" w:hAnsiTheme="minorEastAsia" w:hint="eastAsia"/>
          <w:sz w:val="24"/>
          <w:szCs w:val="24"/>
        </w:rPr>
        <w:t>所</w:t>
      </w:r>
      <w:r>
        <w:rPr>
          <w:rFonts w:asciiTheme="minorEastAsia" w:hAnsiTheme="minorEastAsia" w:hint="eastAsia"/>
          <w:sz w:val="24"/>
          <w:szCs w:val="24"/>
        </w:rPr>
        <w:t>造成的</w:t>
      </w:r>
      <w:r w:rsidR="003D0CC2">
        <w:rPr>
          <w:rFonts w:asciiTheme="minorEastAsia" w:hAnsiTheme="minorEastAsia" w:hint="eastAsia"/>
          <w:sz w:val="24"/>
          <w:szCs w:val="24"/>
        </w:rPr>
        <w:t>取消考试资格、</w:t>
      </w:r>
      <w:r w:rsidR="00C34B08">
        <w:rPr>
          <w:rFonts w:asciiTheme="minorEastAsia" w:hAnsiTheme="minorEastAsia" w:hint="eastAsia"/>
          <w:sz w:val="24"/>
          <w:szCs w:val="24"/>
        </w:rPr>
        <w:t>取消</w:t>
      </w:r>
      <w:r w:rsidR="0068476D">
        <w:rPr>
          <w:rFonts w:asciiTheme="minorEastAsia" w:hAnsiTheme="minorEastAsia" w:hint="eastAsia"/>
          <w:sz w:val="24"/>
          <w:szCs w:val="24"/>
        </w:rPr>
        <w:t>录取</w:t>
      </w:r>
      <w:r w:rsidR="00C34B08">
        <w:rPr>
          <w:rFonts w:asciiTheme="minorEastAsia" w:hAnsiTheme="minorEastAsia" w:hint="eastAsia"/>
          <w:sz w:val="24"/>
          <w:szCs w:val="24"/>
        </w:rPr>
        <w:t>资格或</w:t>
      </w:r>
      <w:r w:rsidR="003D0CC2">
        <w:rPr>
          <w:rFonts w:asciiTheme="minorEastAsia" w:hAnsiTheme="minorEastAsia" w:hint="eastAsia"/>
          <w:sz w:val="24"/>
          <w:szCs w:val="24"/>
        </w:rPr>
        <w:t>取消</w:t>
      </w:r>
      <w:r w:rsidR="00C34B08">
        <w:rPr>
          <w:rFonts w:asciiTheme="minorEastAsia" w:hAnsiTheme="minorEastAsia" w:hint="eastAsia"/>
          <w:sz w:val="24"/>
          <w:szCs w:val="24"/>
        </w:rPr>
        <w:t>学籍等</w:t>
      </w:r>
      <w:r>
        <w:rPr>
          <w:rFonts w:asciiTheme="minorEastAsia" w:hAnsiTheme="minorEastAsia" w:hint="eastAsia"/>
          <w:sz w:val="24"/>
          <w:szCs w:val="24"/>
        </w:rPr>
        <w:t>一切后果，由本人</w:t>
      </w:r>
      <w:r w:rsidR="006C2B5C">
        <w:rPr>
          <w:rFonts w:asciiTheme="minorEastAsia" w:hAnsiTheme="minorEastAsia" w:hint="eastAsia"/>
          <w:sz w:val="24"/>
          <w:szCs w:val="24"/>
        </w:rPr>
        <w:t>承担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14:paraId="005F0330" w14:textId="77777777" w:rsidR="00A02C6F" w:rsidRDefault="00A02C6F" w:rsidP="00A02C6F">
      <w:pPr>
        <w:spacing w:line="360" w:lineRule="auto"/>
        <w:ind w:firstLineChars="200" w:firstLine="422"/>
        <w:rPr>
          <w:rFonts w:ascii="宋体" w:eastAsia="宋体" w:hAnsi="宋体" w:cs="宋体"/>
          <w:b/>
          <w:bCs/>
          <w:color w:val="333333"/>
          <w:kern w:val="0"/>
          <w:szCs w:val="21"/>
        </w:rPr>
      </w:pPr>
    </w:p>
    <w:p w14:paraId="580A0787" w14:textId="1F40A45D" w:rsidR="00A02C6F" w:rsidRDefault="00A02C6F" w:rsidP="00A02C6F">
      <w:pPr>
        <w:spacing w:line="360" w:lineRule="auto"/>
        <w:ind w:firstLineChars="200" w:firstLine="422"/>
        <w:rPr>
          <w:rFonts w:ascii="宋体" w:eastAsia="宋体" w:hAnsi="宋体" w:cs="宋体"/>
          <w:b/>
          <w:bCs/>
          <w:szCs w:val="21"/>
        </w:rPr>
      </w:pPr>
      <w:proofErr w:type="gramStart"/>
      <w:r>
        <w:rPr>
          <w:rFonts w:ascii="宋体" w:eastAsia="宋体" w:hAnsi="宋体" w:cs="宋体" w:hint="eastAsia"/>
          <w:b/>
          <w:bCs/>
          <w:szCs w:val="21"/>
        </w:rPr>
        <w:t>本承诺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书只能由报考人本人手写信息，</w:t>
      </w:r>
      <w:r>
        <w:rPr>
          <w:rFonts w:ascii="宋体" w:eastAsia="宋体" w:hAnsi="宋体" w:cs="宋体" w:hint="eastAsia"/>
          <w:b/>
          <w:bCs/>
          <w:color w:val="333333"/>
          <w:kern w:val="0"/>
          <w:szCs w:val="21"/>
        </w:rPr>
        <w:t>报考人必须保证填写信息的真实性和准确性，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如承诺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书为他人代写</w:t>
      </w:r>
      <w:r w:rsidR="00C34B08">
        <w:rPr>
          <w:rFonts w:ascii="宋体" w:eastAsia="宋体" w:hAnsi="宋体" w:cs="宋体" w:hint="eastAsia"/>
          <w:b/>
          <w:bCs/>
          <w:szCs w:val="21"/>
        </w:rPr>
        <w:t>或</w:t>
      </w:r>
      <w:r>
        <w:rPr>
          <w:rFonts w:ascii="宋体" w:eastAsia="宋体" w:hAnsi="宋体" w:cs="宋体" w:hint="eastAsia"/>
          <w:b/>
          <w:bCs/>
          <w:szCs w:val="21"/>
        </w:rPr>
        <w:t>提供虚假信息</w:t>
      </w:r>
      <w:r w:rsidR="00070981">
        <w:rPr>
          <w:rFonts w:ascii="宋体" w:eastAsia="宋体" w:hAnsi="宋体" w:cs="宋体" w:hint="eastAsia"/>
          <w:b/>
          <w:bCs/>
          <w:szCs w:val="21"/>
        </w:rPr>
        <w:t>的</w:t>
      </w:r>
      <w:r>
        <w:rPr>
          <w:rFonts w:ascii="宋体" w:eastAsia="宋体" w:hAnsi="宋体" w:cs="宋体" w:hint="eastAsia"/>
          <w:b/>
          <w:bCs/>
          <w:szCs w:val="21"/>
        </w:rPr>
        <w:t>，一经发现将随时视情况取消其考试资格、录取资格、入学资格、学籍或学历学位，由此造成的一切责任由相关报考人本人承担。</w:t>
      </w:r>
    </w:p>
    <w:p w14:paraId="13CF9DA3" w14:textId="77777777" w:rsidR="00A02C6F" w:rsidRDefault="00A02C6F" w:rsidP="00A02C6F">
      <w:pPr>
        <w:spacing w:line="360" w:lineRule="auto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14:paraId="1EDF450B" w14:textId="77777777" w:rsidR="00A02C6F" w:rsidRDefault="00A02C6F" w:rsidP="00A02C6F">
      <w:pPr>
        <w:spacing w:line="360" w:lineRule="auto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14:paraId="76686DC4" w14:textId="77777777" w:rsidR="00A02C6F" w:rsidRDefault="00A02C6F" w:rsidP="00A02C6F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                              报考人签名：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        </w:t>
      </w:r>
    </w:p>
    <w:p w14:paraId="25CCAE38" w14:textId="77777777" w:rsidR="00A02C6F" w:rsidRDefault="00A02C6F" w:rsidP="00A02C6F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                                          年    月   日</w:t>
      </w:r>
    </w:p>
    <w:p w14:paraId="29CC1662" w14:textId="77777777" w:rsidR="00F063FC" w:rsidRDefault="00F063FC" w:rsidP="00A02C6F"/>
    <w:p w14:paraId="32C0077F" w14:textId="77777777" w:rsidR="005D2CB3" w:rsidRDefault="005D2CB3" w:rsidP="00A02C6F"/>
    <w:p w14:paraId="073A6EB6" w14:textId="77777777" w:rsidR="005D2CB3" w:rsidRDefault="005D2CB3" w:rsidP="00A02C6F"/>
    <w:p w14:paraId="4C6FEC77" w14:textId="77777777" w:rsidR="005D2CB3" w:rsidRDefault="005D2CB3" w:rsidP="00A02C6F"/>
    <w:p w14:paraId="3BA1CAD7" w14:textId="77777777" w:rsidR="005D2CB3" w:rsidRDefault="005D2CB3" w:rsidP="00A02C6F"/>
    <w:p w14:paraId="2722C6DC" w14:textId="77777777" w:rsidR="005D2CB3" w:rsidRDefault="005D2CB3" w:rsidP="00A02C6F"/>
    <w:p w14:paraId="67FA3164" w14:textId="77777777" w:rsidR="005D2CB3" w:rsidRDefault="005D2CB3" w:rsidP="00A02C6F"/>
    <w:p w14:paraId="7FC7EC52" w14:textId="77777777" w:rsidR="005D2CB3" w:rsidRDefault="005D2CB3" w:rsidP="00A02C6F"/>
    <w:p w14:paraId="37A5D96A" w14:textId="77777777" w:rsidR="005D2CB3" w:rsidRDefault="005D2CB3" w:rsidP="00A02C6F"/>
    <w:p w14:paraId="414C3B9A" w14:textId="77777777" w:rsidR="005D2CB3" w:rsidRDefault="005D2CB3" w:rsidP="00A02C6F"/>
    <w:p w14:paraId="5AC17FDE" w14:textId="77777777" w:rsidR="005D2CB3" w:rsidRDefault="005D2CB3" w:rsidP="00A02C6F"/>
    <w:p w14:paraId="3234DC60" w14:textId="77777777" w:rsidR="005D2CB3" w:rsidRDefault="005D2CB3" w:rsidP="00A02C6F"/>
    <w:p w14:paraId="25F7B983" w14:textId="77777777" w:rsidR="005D2CB3" w:rsidRDefault="005D2CB3" w:rsidP="00A02C6F">
      <w:pPr>
        <w:rPr>
          <w:rFonts w:hint="eastAsia"/>
        </w:rPr>
      </w:pPr>
    </w:p>
    <w:p w14:paraId="4AC57218" w14:textId="77777777" w:rsidR="003D0CC2" w:rsidRDefault="003D0CC2" w:rsidP="003D0CC2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辽宁师范大学2</w:t>
      </w:r>
      <w:r>
        <w:rPr>
          <w:rFonts w:ascii="黑体" w:eastAsia="黑体" w:hAnsi="黑体"/>
          <w:sz w:val="30"/>
          <w:szCs w:val="30"/>
        </w:rPr>
        <w:t>024</w:t>
      </w:r>
      <w:r>
        <w:rPr>
          <w:rFonts w:ascii="黑体" w:eastAsia="黑体" w:hAnsi="黑体" w:hint="eastAsia"/>
          <w:sz w:val="30"/>
          <w:szCs w:val="30"/>
        </w:rPr>
        <w:t>年博士研究生全日制非定向脱产学习承诺书</w:t>
      </w:r>
    </w:p>
    <w:p w14:paraId="76051954" w14:textId="469DA242" w:rsidR="005D2CB3" w:rsidRDefault="005D2CB3" w:rsidP="005D2CB3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（</w:t>
      </w:r>
      <w:proofErr w:type="gramStart"/>
      <w:r>
        <w:rPr>
          <w:rFonts w:asciiTheme="minorEastAsia" w:hAnsiTheme="minorEastAsia" w:hint="eastAsia"/>
          <w:sz w:val="24"/>
          <w:szCs w:val="24"/>
        </w:rPr>
        <w:t>在职非应届</w:t>
      </w:r>
      <w:proofErr w:type="gramEnd"/>
      <w:r>
        <w:rPr>
          <w:rFonts w:asciiTheme="minorEastAsia" w:hAnsiTheme="minorEastAsia" w:hint="eastAsia"/>
          <w:sz w:val="24"/>
          <w:szCs w:val="24"/>
        </w:rPr>
        <w:t>硕士毕业生填写）</w:t>
      </w:r>
    </w:p>
    <w:p w14:paraId="35E47BAB" w14:textId="24821FE3" w:rsidR="00D00932" w:rsidRDefault="005D2CB3" w:rsidP="00D00932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本人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  </w:t>
      </w:r>
      <w:r>
        <w:rPr>
          <w:rFonts w:asciiTheme="minorEastAsia" w:hAnsiTheme="minorEastAsia" w:hint="eastAsia"/>
          <w:sz w:val="24"/>
          <w:szCs w:val="24"/>
        </w:rPr>
        <w:t>（姓名）是非应届硕士毕业生</w:t>
      </w:r>
      <w:r w:rsidR="00DF7866"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                  </w:t>
      </w:r>
      <w:r>
        <w:rPr>
          <w:rFonts w:asciiTheme="minorEastAsia" w:hAnsiTheme="minorEastAsia" w:hint="eastAsia"/>
          <w:sz w:val="24"/>
          <w:szCs w:val="24"/>
        </w:rPr>
        <w:t>单位在职人员，身份证号：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    </w:t>
      </w:r>
      <w:r w:rsidR="005E16C9">
        <w:rPr>
          <w:rFonts w:asciiTheme="minorEastAsia" w:hAnsiTheme="minorEastAsia"/>
          <w:sz w:val="24"/>
          <w:szCs w:val="24"/>
          <w:u w:val="single"/>
        </w:rPr>
        <w:t xml:space="preserve">   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</w:t>
      </w:r>
      <w:r>
        <w:rPr>
          <w:rFonts w:asciiTheme="minorEastAsia" w:hAnsiTheme="minorEastAsia"/>
          <w:sz w:val="24"/>
          <w:szCs w:val="24"/>
          <w:u w:val="single"/>
        </w:rPr>
        <w:t xml:space="preserve">      </w:t>
      </w:r>
      <w:r w:rsidR="00D00932">
        <w:rPr>
          <w:rFonts w:asciiTheme="minorEastAsia" w:hAnsiTheme="minorEastAsia" w:hint="eastAsia"/>
          <w:sz w:val="24"/>
          <w:szCs w:val="24"/>
        </w:rPr>
        <w:t>，报考学院</w:t>
      </w:r>
      <w:r w:rsidR="00DF7866">
        <w:rPr>
          <w:rFonts w:asciiTheme="minorEastAsia" w:hAnsiTheme="minorEastAsia" w:hint="eastAsia"/>
          <w:sz w:val="24"/>
          <w:szCs w:val="24"/>
        </w:rPr>
        <w:t>：</w:t>
      </w:r>
      <w:r w:rsidR="00D00932">
        <w:rPr>
          <w:rFonts w:asciiTheme="minorEastAsia" w:hAnsiTheme="minorEastAsia" w:hint="eastAsia"/>
          <w:sz w:val="24"/>
          <w:szCs w:val="24"/>
        </w:rPr>
        <w:t>_</w:t>
      </w:r>
      <w:r w:rsidR="00D00932">
        <w:rPr>
          <w:rFonts w:asciiTheme="minorEastAsia" w:hAnsiTheme="minorEastAsia"/>
          <w:sz w:val="24"/>
          <w:szCs w:val="24"/>
        </w:rPr>
        <w:t>______________</w:t>
      </w:r>
      <w:r w:rsidR="00D00932">
        <w:rPr>
          <w:rFonts w:asciiTheme="minorEastAsia" w:hAnsiTheme="minorEastAsia" w:hint="eastAsia"/>
          <w:sz w:val="24"/>
          <w:szCs w:val="24"/>
        </w:rPr>
        <w:t>，报考专业</w:t>
      </w:r>
      <w:r w:rsidR="00DF7866">
        <w:rPr>
          <w:rFonts w:asciiTheme="minorEastAsia" w:hAnsiTheme="minorEastAsia" w:hint="eastAsia"/>
          <w:sz w:val="24"/>
          <w:szCs w:val="24"/>
        </w:rPr>
        <w:t>：</w:t>
      </w:r>
      <w:r w:rsidR="00D00932">
        <w:rPr>
          <w:rFonts w:asciiTheme="minorEastAsia" w:hAnsiTheme="minorEastAsia" w:hint="eastAsia"/>
          <w:sz w:val="24"/>
          <w:szCs w:val="24"/>
        </w:rPr>
        <w:t>_</w:t>
      </w:r>
      <w:r w:rsidR="00D00932">
        <w:rPr>
          <w:rFonts w:asciiTheme="minorEastAsia" w:hAnsiTheme="minorEastAsia"/>
          <w:sz w:val="24"/>
          <w:szCs w:val="24"/>
        </w:rPr>
        <w:t>______________</w:t>
      </w:r>
      <w:r w:rsidR="00D00932">
        <w:rPr>
          <w:rFonts w:asciiTheme="minorEastAsia" w:hAnsiTheme="minorEastAsia" w:hint="eastAsia"/>
          <w:sz w:val="24"/>
          <w:szCs w:val="24"/>
        </w:rPr>
        <w:t>。本人承诺，自愿报</w:t>
      </w:r>
      <w:r w:rsidR="00D00932" w:rsidRPr="003D0CC2">
        <w:rPr>
          <w:rFonts w:asciiTheme="minorEastAsia" w:hAnsiTheme="minorEastAsia" w:hint="eastAsia"/>
          <w:sz w:val="24"/>
          <w:szCs w:val="24"/>
        </w:rPr>
        <w:t>考</w:t>
      </w:r>
      <w:r w:rsidR="00D00932" w:rsidRPr="003D0CC2">
        <w:rPr>
          <w:rFonts w:asciiTheme="minorEastAsia" w:hAnsiTheme="minorEastAsia"/>
          <w:sz w:val="24"/>
          <w:szCs w:val="24"/>
        </w:rPr>
        <w:t>2024</w:t>
      </w:r>
      <w:r w:rsidR="00D00932">
        <w:rPr>
          <w:rFonts w:asciiTheme="minorEastAsia" w:hAnsiTheme="minorEastAsia" w:hint="eastAsia"/>
          <w:sz w:val="24"/>
          <w:szCs w:val="24"/>
        </w:rPr>
        <w:t>年辽宁师范大学博士研究生，</w:t>
      </w:r>
      <w:r w:rsidR="00D00932">
        <w:rPr>
          <w:rFonts w:asciiTheme="minorEastAsia" w:hAnsiTheme="minorEastAsia" w:hint="eastAsia"/>
          <w:sz w:val="24"/>
          <w:szCs w:val="24"/>
        </w:rPr>
        <w:t>并</w:t>
      </w:r>
      <w:r w:rsidR="00D00932">
        <w:rPr>
          <w:rFonts w:asciiTheme="minorEastAsia" w:hAnsiTheme="minorEastAsia" w:hint="eastAsia"/>
          <w:sz w:val="24"/>
          <w:szCs w:val="24"/>
        </w:rPr>
        <w:t>以全日制非定向全脱产在校学习的方式攻读该博士学位。若被录取，在入学前按学校规定的时间内将本人人事档案、人事关系转入辽宁师范大学，并提交</w:t>
      </w:r>
      <w:r w:rsidR="00D00932">
        <w:rPr>
          <w:rFonts w:asciiTheme="minorEastAsia" w:hAnsiTheme="minorEastAsia" w:hint="eastAsia"/>
          <w:sz w:val="24"/>
          <w:szCs w:val="24"/>
        </w:rPr>
        <w:t>离职证明或解除劳动合同证明</w:t>
      </w:r>
      <w:r w:rsidR="00D00932">
        <w:rPr>
          <w:rFonts w:asciiTheme="minorEastAsia" w:hAnsiTheme="minorEastAsia" w:hint="eastAsia"/>
          <w:sz w:val="24"/>
          <w:szCs w:val="24"/>
        </w:rPr>
        <w:t>。若因本人原因，无法满足上述条件或在攻读博士学位期间出现假脱产，所造成的取消考试资格、取消录取资格或取消学籍等一切后果，由本人承担。</w:t>
      </w:r>
    </w:p>
    <w:p w14:paraId="5316B036" w14:textId="196919D4" w:rsidR="005D2CB3" w:rsidRPr="00D00932" w:rsidRDefault="005D2CB3" w:rsidP="005D2CB3">
      <w:pPr>
        <w:spacing w:line="360" w:lineRule="auto"/>
        <w:ind w:firstLineChars="200" w:firstLine="422"/>
        <w:rPr>
          <w:rFonts w:ascii="宋体" w:eastAsia="宋体" w:hAnsi="宋体" w:cs="宋体"/>
          <w:b/>
          <w:bCs/>
          <w:color w:val="333333"/>
          <w:kern w:val="0"/>
          <w:szCs w:val="21"/>
        </w:rPr>
      </w:pPr>
    </w:p>
    <w:p w14:paraId="2872D8B1" w14:textId="77777777" w:rsidR="005D2CB3" w:rsidRDefault="005D2CB3" w:rsidP="005D2CB3">
      <w:pPr>
        <w:spacing w:line="360" w:lineRule="auto"/>
        <w:ind w:firstLineChars="200" w:firstLine="422"/>
        <w:rPr>
          <w:rFonts w:ascii="宋体" w:eastAsia="宋体" w:hAnsi="宋体" w:cs="宋体"/>
          <w:b/>
          <w:bCs/>
          <w:szCs w:val="21"/>
        </w:rPr>
      </w:pPr>
      <w:proofErr w:type="gramStart"/>
      <w:r>
        <w:rPr>
          <w:rFonts w:ascii="宋体" w:eastAsia="宋体" w:hAnsi="宋体" w:cs="宋体" w:hint="eastAsia"/>
          <w:b/>
          <w:bCs/>
          <w:szCs w:val="21"/>
        </w:rPr>
        <w:t>本承诺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书只能由报考人本人手写信息，</w:t>
      </w:r>
      <w:r>
        <w:rPr>
          <w:rFonts w:ascii="宋体" w:eastAsia="宋体" w:hAnsi="宋体" w:cs="宋体" w:hint="eastAsia"/>
          <w:b/>
          <w:bCs/>
          <w:color w:val="333333"/>
          <w:kern w:val="0"/>
          <w:szCs w:val="21"/>
        </w:rPr>
        <w:t>报考人必须保证填写信息的真实性和准确性，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如承诺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书为他人代写或提供虚假信息的，一经发现将随时视情况取消其考试资格、录取资格、入学资格、学籍或学历学位，由此造成的一切责任由相关报考人本人承担。</w:t>
      </w:r>
    </w:p>
    <w:p w14:paraId="58EFC64E" w14:textId="77777777" w:rsidR="005D2CB3" w:rsidRDefault="005D2CB3" w:rsidP="005D2CB3">
      <w:pPr>
        <w:spacing w:line="360" w:lineRule="auto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14:paraId="01978D89" w14:textId="77777777" w:rsidR="005D2CB3" w:rsidRDefault="005D2CB3" w:rsidP="005D2CB3">
      <w:pPr>
        <w:spacing w:line="360" w:lineRule="auto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14:paraId="2E1D632A" w14:textId="77777777" w:rsidR="005D2CB3" w:rsidRDefault="005D2CB3" w:rsidP="005D2CB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                              报考人签名：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        </w:t>
      </w:r>
    </w:p>
    <w:p w14:paraId="3872040C" w14:textId="77777777" w:rsidR="005D2CB3" w:rsidRDefault="005D2CB3" w:rsidP="005D2CB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                                          年    月   日</w:t>
      </w:r>
    </w:p>
    <w:p w14:paraId="091211C6" w14:textId="77777777" w:rsidR="005D2CB3" w:rsidRPr="00A02C6F" w:rsidRDefault="005D2CB3" w:rsidP="005D2CB3"/>
    <w:p w14:paraId="7DC9311A" w14:textId="77777777" w:rsidR="005D2CB3" w:rsidRDefault="005D2CB3" w:rsidP="00A02C6F"/>
    <w:p w14:paraId="507DBA6C" w14:textId="77777777" w:rsidR="005D2CB3" w:rsidRDefault="005D2CB3" w:rsidP="00A02C6F"/>
    <w:p w14:paraId="11F4B74E" w14:textId="77777777" w:rsidR="005D2CB3" w:rsidRDefault="005D2CB3" w:rsidP="00A02C6F"/>
    <w:p w14:paraId="61F837B5" w14:textId="77777777" w:rsidR="005D2CB3" w:rsidRDefault="005D2CB3" w:rsidP="00A02C6F"/>
    <w:p w14:paraId="1D84B83D" w14:textId="77777777" w:rsidR="005D2CB3" w:rsidRDefault="005D2CB3" w:rsidP="00A02C6F"/>
    <w:p w14:paraId="21BD09DF" w14:textId="77777777" w:rsidR="005D2CB3" w:rsidRDefault="005D2CB3" w:rsidP="00A02C6F"/>
    <w:p w14:paraId="19486E5C" w14:textId="77777777" w:rsidR="005D2CB3" w:rsidRDefault="005D2CB3" w:rsidP="00A02C6F"/>
    <w:p w14:paraId="46FA36D9" w14:textId="77777777" w:rsidR="005D2CB3" w:rsidRDefault="005D2CB3" w:rsidP="00A02C6F"/>
    <w:p w14:paraId="74E26469" w14:textId="77777777" w:rsidR="005D2CB3" w:rsidRDefault="005D2CB3" w:rsidP="00A02C6F"/>
    <w:p w14:paraId="3F31EAA1" w14:textId="77777777" w:rsidR="005D2CB3" w:rsidRDefault="005D2CB3" w:rsidP="00A02C6F"/>
    <w:p w14:paraId="2028DE2C" w14:textId="23DCDFBA" w:rsidR="005D2CB3" w:rsidRDefault="005D2CB3" w:rsidP="00D00932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辽宁师范大学</w:t>
      </w:r>
      <w:r w:rsidR="003D0CC2">
        <w:rPr>
          <w:rFonts w:ascii="黑体" w:eastAsia="黑体" w:hAnsi="黑体" w:hint="eastAsia"/>
          <w:sz w:val="30"/>
          <w:szCs w:val="30"/>
        </w:rPr>
        <w:t>2</w:t>
      </w:r>
      <w:r w:rsidR="003D0CC2">
        <w:rPr>
          <w:rFonts w:ascii="黑体" w:eastAsia="黑体" w:hAnsi="黑体"/>
          <w:sz w:val="30"/>
          <w:szCs w:val="30"/>
        </w:rPr>
        <w:t>024</w:t>
      </w:r>
      <w:r w:rsidR="003D0CC2">
        <w:rPr>
          <w:rFonts w:ascii="黑体" w:eastAsia="黑体" w:hAnsi="黑体" w:hint="eastAsia"/>
          <w:sz w:val="30"/>
          <w:szCs w:val="30"/>
        </w:rPr>
        <w:t>年</w:t>
      </w:r>
      <w:r>
        <w:rPr>
          <w:rFonts w:ascii="黑体" w:eastAsia="黑体" w:hAnsi="黑体" w:hint="eastAsia"/>
          <w:sz w:val="30"/>
          <w:szCs w:val="30"/>
        </w:rPr>
        <w:t>博士研究生全日制非定向脱产学习承诺书</w:t>
      </w:r>
    </w:p>
    <w:p w14:paraId="5ADFF967" w14:textId="63CA56BF" w:rsidR="005D2CB3" w:rsidRDefault="005D2CB3" w:rsidP="005D2CB3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（待业非应届硕士毕业生填写）</w:t>
      </w:r>
    </w:p>
    <w:p w14:paraId="35DB0235" w14:textId="4B1AEAC7" w:rsidR="00D00932" w:rsidRDefault="005D2CB3" w:rsidP="00D00932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本人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</w:t>
      </w:r>
      <w:r w:rsidR="005E16C9">
        <w:rPr>
          <w:rFonts w:asciiTheme="minorEastAsia" w:hAnsiTheme="minorEastAsia"/>
          <w:sz w:val="24"/>
          <w:szCs w:val="24"/>
          <w:u w:val="single"/>
        </w:rPr>
        <w:t xml:space="preserve"> 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（姓名）是待业非应届硕士毕业生</w:t>
      </w:r>
      <w:r w:rsidR="00D00932">
        <w:rPr>
          <w:rFonts w:asciiTheme="minorEastAsia" w:hAnsiTheme="minorEastAsia" w:hint="eastAsia"/>
          <w:sz w:val="24"/>
          <w:szCs w:val="24"/>
        </w:rPr>
        <w:t>，身份证号：</w:t>
      </w:r>
      <w:r w:rsidR="00D00932">
        <w:rPr>
          <w:rFonts w:asciiTheme="minorEastAsia" w:hAnsiTheme="minorEastAsia" w:hint="eastAsia"/>
          <w:sz w:val="24"/>
          <w:szCs w:val="24"/>
          <w:u w:val="single"/>
        </w:rPr>
        <w:t xml:space="preserve">                </w:t>
      </w:r>
      <w:r w:rsidR="00D00932">
        <w:rPr>
          <w:rFonts w:asciiTheme="minorEastAsia" w:hAnsiTheme="minorEastAsia"/>
          <w:sz w:val="24"/>
          <w:szCs w:val="24"/>
          <w:u w:val="single"/>
        </w:rPr>
        <w:t xml:space="preserve">     </w:t>
      </w:r>
      <w:r w:rsidR="00D00932">
        <w:rPr>
          <w:rFonts w:asciiTheme="minorEastAsia" w:hAnsiTheme="minorEastAsia" w:hint="eastAsia"/>
          <w:sz w:val="24"/>
          <w:szCs w:val="24"/>
        </w:rPr>
        <w:t>，报考学院</w:t>
      </w:r>
      <w:r w:rsidR="00DF7866">
        <w:rPr>
          <w:rFonts w:asciiTheme="minorEastAsia" w:hAnsiTheme="minorEastAsia" w:hint="eastAsia"/>
          <w:sz w:val="24"/>
          <w:szCs w:val="24"/>
        </w:rPr>
        <w:t>：</w:t>
      </w:r>
      <w:r w:rsidR="00D00932">
        <w:rPr>
          <w:rFonts w:asciiTheme="minorEastAsia" w:hAnsiTheme="minorEastAsia" w:hint="eastAsia"/>
          <w:sz w:val="24"/>
          <w:szCs w:val="24"/>
        </w:rPr>
        <w:t>_</w:t>
      </w:r>
      <w:r w:rsidR="00D00932">
        <w:rPr>
          <w:rFonts w:asciiTheme="minorEastAsia" w:hAnsiTheme="minorEastAsia"/>
          <w:sz w:val="24"/>
          <w:szCs w:val="24"/>
        </w:rPr>
        <w:t>______________</w:t>
      </w:r>
      <w:r w:rsidR="00D00932">
        <w:rPr>
          <w:rFonts w:asciiTheme="minorEastAsia" w:hAnsiTheme="minorEastAsia" w:hint="eastAsia"/>
          <w:sz w:val="24"/>
          <w:szCs w:val="24"/>
        </w:rPr>
        <w:t>，报考专业</w:t>
      </w:r>
      <w:r w:rsidR="00DF7866">
        <w:rPr>
          <w:rFonts w:asciiTheme="minorEastAsia" w:hAnsiTheme="minorEastAsia" w:hint="eastAsia"/>
          <w:sz w:val="24"/>
          <w:szCs w:val="24"/>
        </w:rPr>
        <w:t>：</w:t>
      </w:r>
      <w:r w:rsidR="00D00932">
        <w:rPr>
          <w:rFonts w:asciiTheme="minorEastAsia" w:hAnsiTheme="minorEastAsia" w:hint="eastAsia"/>
          <w:sz w:val="24"/>
          <w:szCs w:val="24"/>
        </w:rPr>
        <w:t>_</w:t>
      </w:r>
      <w:r w:rsidR="00D00932">
        <w:rPr>
          <w:rFonts w:asciiTheme="minorEastAsia" w:hAnsiTheme="minorEastAsia"/>
          <w:sz w:val="24"/>
          <w:szCs w:val="24"/>
        </w:rPr>
        <w:t>______________</w:t>
      </w:r>
      <w:r w:rsidR="00D00932">
        <w:rPr>
          <w:rFonts w:asciiTheme="minorEastAsia" w:hAnsiTheme="minorEastAsia" w:hint="eastAsia"/>
          <w:sz w:val="24"/>
          <w:szCs w:val="24"/>
        </w:rPr>
        <w:t>。本人承诺，自愿报</w:t>
      </w:r>
      <w:r w:rsidR="00D00932" w:rsidRPr="003D0CC2">
        <w:rPr>
          <w:rFonts w:asciiTheme="minorEastAsia" w:hAnsiTheme="minorEastAsia" w:hint="eastAsia"/>
          <w:sz w:val="24"/>
          <w:szCs w:val="24"/>
        </w:rPr>
        <w:t>考</w:t>
      </w:r>
      <w:r w:rsidR="00D00932" w:rsidRPr="003D0CC2">
        <w:rPr>
          <w:rFonts w:asciiTheme="minorEastAsia" w:hAnsiTheme="minorEastAsia"/>
          <w:sz w:val="24"/>
          <w:szCs w:val="24"/>
        </w:rPr>
        <w:t>2024</w:t>
      </w:r>
      <w:r w:rsidR="00D00932">
        <w:rPr>
          <w:rFonts w:asciiTheme="minorEastAsia" w:hAnsiTheme="minorEastAsia" w:hint="eastAsia"/>
          <w:sz w:val="24"/>
          <w:szCs w:val="24"/>
        </w:rPr>
        <w:t>年辽宁师范大学博士研究生，并以全日制非定向全脱产在校学习的方式攻读该博士学位。若被录取，在入学前按学校规定的时间内将本人人事档案、人事关系转入辽宁师范大学，并提交非在职证明或其他证明材料。若因本人原因，无法满足上述条件或在攻读博士学位期间出现假脱产，所造成的取消考试资格、取消录取资格或取消学籍等一切后果，由本人承担。</w:t>
      </w:r>
    </w:p>
    <w:p w14:paraId="231F18EF" w14:textId="2DF0865E" w:rsidR="005D2CB3" w:rsidRPr="00D00932" w:rsidRDefault="005D2CB3" w:rsidP="005D2CB3">
      <w:pPr>
        <w:spacing w:line="360" w:lineRule="auto"/>
        <w:ind w:firstLineChars="200" w:firstLine="422"/>
        <w:rPr>
          <w:rFonts w:ascii="宋体" w:eastAsia="宋体" w:hAnsi="宋体" w:cs="宋体"/>
          <w:b/>
          <w:bCs/>
          <w:color w:val="333333"/>
          <w:kern w:val="0"/>
          <w:szCs w:val="21"/>
        </w:rPr>
      </w:pPr>
    </w:p>
    <w:p w14:paraId="7B0C5865" w14:textId="77777777" w:rsidR="005D2CB3" w:rsidRDefault="005D2CB3" w:rsidP="005D2CB3">
      <w:pPr>
        <w:spacing w:line="360" w:lineRule="auto"/>
        <w:ind w:firstLineChars="200" w:firstLine="422"/>
        <w:rPr>
          <w:rFonts w:ascii="宋体" w:eastAsia="宋体" w:hAnsi="宋体" w:cs="宋体"/>
          <w:b/>
          <w:bCs/>
          <w:szCs w:val="21"/>
        </w:rPr>
      </w:pPr>
      <w:proofErr w:type="gramStart"/>
      <w:r>
        <w:rPr>
          <w:rFonts w:ascii="宋体" w:eastAsia="宋体" w:hAnsi="宋体" w:cs="宋体" w:hint="eastAsia"/>
          <w:b/>
          <w:bCs/>
          <w:szCs w:val="21"/>
        </w:rPr>
        <w:t>本承诺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书只能由报考人本人手写信息，</w:t>
      </w:r>
      <w:r>
        <w:rPr>
          <w:rFonts w:ascii="宋体" w:eastAsia="宋体" w:hAnsi="宋体" w:cs="宋体" w:hint="eastAsia"/>
          <w:b/>
          <w:bCs/>
          <w:color w:val="333333"/>
          <w:kern w:val="0"/>
          <w:szCs w:val="21"/>
        </w:rPr>
        <w:t>报考人必须保证填写信息的真实性和准确性，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如承诺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书为他人代写或提供虚假信息的，一经发现将随时视情况取消其考试资格、录取资格、入学资格、学籍或学历学位，由此造成的一切责任由相关报考人本人承担。</w:t>
      </w:r>
    </w:p>
    <w:p w14:paraId="23A81726" w14:textId="77777777" w:rsidR="005D2CB3" w:rsidRDefault="005D2CB3" w:rsidP="005D2CB3">
      <w:pPr>
        <w:spacing w:line="360" w:lineRule="auto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14:paraId="028CDB69" w14:textId="77777777" w:rsidR="005D2CB3" w:rsidRDefault="005D2CB3" w:rsidP="005D2CB3">
      <w:pPr>
        <w:spacing w:line="360" w:lineRule="auto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14:paraId="70C9ED02" w14:textId="77777777" w:rsidR="005D2CB3" w:rsidRDefault="005D2CB3" w:rsidP="005D2CB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                              报考人签名：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        </w:t>
      </w:r>
    </w:p>
    <w:p w14:paraId="0D9669D5" w14:textId="77777777" w:rsidR="005D2CB3" w:rsidRDefault="005D2CB3" w:rsidP="005D2CB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                                          年    月   日</w:t>
      </w:r>
    </w:p>
    <w:p w14:paraId="5E66BD69" w14:textId="77777777" w:rsidR="005D2CB3" w:rsidRPr="00A02C6F" w:rsidRDefault="005D2CB3" w:rsidP="005D2CB3"/>
    <w:p w14:paraId="29DD6881" w14:textId="77777777" w:rsidR="005D2CB3" w:rsidRPr="00A02C6F" w:rsidRDefault="005D2CB3" w:rsidP="00A02C6F"/>
    <w:sectPr w:rsidR="005D2CB3" w:rsidRPr="00A02C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CC8D8" w14:textId="77777777" w:rsidR="006808D0" w:rsidRDefault="006808D0" w:rsidP="00A02C6F">
      <w:r>
        <w:separator/>
      </w:r>
    </w:p>
  </w:endnote>
  <w:endnote w:type="continuationSeparator" w:id="0">
    <w:p w14:paraId="1943C715" w14:textId="77777777" w:rsidR="006808D0" w:rsidRDefault="006808D0" w:rsidP="00A02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657D8" w14:textId="77777777" w:rsidR="006808D0" w:rsidRDefault="006808D0" w:rsidP="00A02C6F">
      <w:r>
        <w:separator/>
      </w:r>
    </w:p>
  </w:footnote>
  <w:footnote w:type="continuationSeparator" w:id="0">
    <w:p w14:paraId="5F7397F6" w14:textId="77777777" w:rsidR="006808D0" w:rsidRDefault="006808D0" w:rsidP="00A02C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1B2"/>
    <w:rsid w:val="00043E3F"/>
    <w:rsid w:val="00070981"/>
    <w:rsid w:val="00155689"/>
    <w:rsid w:val="0025284C"/>
    <w:rsid w:val="00283CE5"/>
    <w:rsid w:val="003B5D62"/>
    <w:rsid w:val="003D0CC2"/>
    <w:rsid w:val="004B7654"/>
    <w:rsid w:val="00543387"/>
    <w:rsid w:val="00574705"/>
    <w:rsid w:val="005D2CB3"/>
    <w:rsid w:val="005E16C9"/>
    <w:rsid w:val="00673910"/>
    <w:rsid w:val="006808D0"/>
    <w:rsid w:val="0068476D"/>
    <w:rsid w:val="006C2B5C"/>
    <w:rsid w:val="008371B2"/>
    <w:rsid w:val="00884B42"/>
    <w:rsid w:val="008A03F6"/>
    <w:rsid w:val="00A02C6F"/>
    <w:rsid w:val="00B4622A"/>
    <w:rsid w:val="00B50FBD"/>
    <w:rsid w:val="00C34B08"/>
    <w:rsid w:val="00D00932"/>
    <w:rsid w:val="00DB4927"/>
    <w:rsid w:val="00DF7866"/>
    <w:rsid w:val="00E34F08"/>
    <w:rsid w:val="00F0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A18350"/>
  <w15:chartTrackingRefBased/>
  <w15:docId w15:val="{EDCE2DEF-FA08-4292-BAC8-396563512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2C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C6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02C6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02C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02C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254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星哲 郭</dc:creator>
  <cp:keywords/>
  <dc:description/>
  <cp:lastModifiedBy>星哲 郭</cp:lastModifiedBy>
  <cp:revision>17</cp:revision>
  <dcterms:created xsi:type="dcterms:W3CDTF">2023-12-14T07:25:00Z</dcterms:created>
  <dcterms:modified xsi:type="dcterms:W3CDTF">2023-12-14T08:57:00Z</dcterms:modified>
</cp:coreProperties>
</file>